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2058067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0450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04508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620FC88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73C52">
        <w:rPr>
          <w:rFonts w:ascii="Corbel" w:hAnsi="Corbel"/>
          <w:i/>
          <w:smallCaps/>
          <w:sz w:val="24"/>
          <w:szCs w:val="24"/>
        </w:rPr>
        <w:t>2024-2027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6D5C419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E73C52">
        <w:rPr>
          <w:rFonts w:ascii="Corbel" w:hAnsi="Corbel"/>
          <w:sz w:val="20"/>
          <w:szCs w:val="20"/>
        </w:rPr>
        <w:t>6</w:t>
      </w:r>
      <w:r w:rsidR="000E184B">
        <w:rPr>
          <w:rFonts w:ascii="Corbel" w:hAnsi="Corbel"/>
          <w:sz w:val="20"/>
          <w:szCs w:val="20"/>
        </w:rPr>
        <w:t>/202</w:t>
      </w:r>
      <w:r w:rsidR="00E73C52">
        <w:rPr>
          <w:rFonts w:ascii="Corbel" w:hAnsi="Corbel"/>
          <w:sz w:val="20"/>
          <w:szCs w:val="20"/>
        </w:rPr>
        <w:t>7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0B8EB22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resocjalizacji w Polsce i zagranicą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40C633A6" w:rsidR="0085747A" w:rsidRPr="009C54AE" w:rsidRDefault="00874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34BE062" w:rsidR="0085747A" w:rsidRPr="009C54AE" w:rsidRDefault="00874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054F20B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1F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60476EAC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6A577D62" w:rsidR="0085747A" w:rsidRPr="009C54AE" w:rsidRDefault="00285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5B13F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6F8DD9FA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296A4188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195D7A27" w:rsidR="00923D7D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3A122B11" w:rsidR="0085747A" w:rsidRPr="009C54AE" w:rsidRDefault="007E1199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FC5B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2821" w14:textId="2EC42965" w:rsidR="00015B8F" w:rsidRPr="009C54AE" w:rsidRDefault="00FC5BBB" w:rsidP="00FC5B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1BE6699B" w:rsidR="00015B8F" w:rsidRPr="009C54AE" w:rsidRDefault="00285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534F766F" w:rsidR="00015B8F" w:rsidRPr="009C54AE" w:rsidRDefault="00285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7F06F710" w:rsidR="00015B8F" w:rsidRPr="009C54AE" w:rsidRDefault="007E11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5BAF444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7BB90EB2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teoretycznych podstaw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instytucji profilaktycznych i resocjalizacyjnych, wychowania resocjalizującego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253C9855" w:rsidR="007E59D5" w:rsidRPr="0044418F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student</w:t>
            </w:r>
            <w:r>
              <w:rPr>
                <w:rFonts w:ascii="Corbel" w:hAnsi="Corbel" w:cs="DejaVuSans"/>
                <w:sz w:val="24"/>
                <w:szCs w:val="24"/>
              </w:rPr>
              <w:t>ów z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systemami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resocjalizacji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nieletnich i dorosłych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w Polsce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oraz w </w:t>
            </w:r>
            <w:r w:rsidR="00FC5BBB">
              <w:rPr>
                <w:rFonts w:ascii="Corbel" w:hAnsi="Corbel" w:cs="DejaVuSans"/>
                <w:sz w:val="24"/>
                <w:szCs w:val="24"/>
              </w:rPr>
              <w:t>innych krajach europejskich i pozaeuropejskich.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6892AE9" w:rsidR="002C43A9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współczesnych nurtów w resocjalizacji.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0C264D2A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B17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E51F7DA" w14:textId="70C62CED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 w:rsidR="006D7D05">
              <w:rPr>
                <w:rFonts w:ascii="Corbel" w:hAnsi="Corbel" w:cs="DejaVuSans"/>
                <w:sz w:val="24"/>
                <w:szCs w:val="24"/>
              </w:rPr>
              <w:t xml:space="preserve">zagadnieniem efektywności </w:t>
            </w:r>
            <w:r w:rsidR="00BF2340">
              <w:rPr>
                <w:rFonts w:ascii="Corbel" w:hAnsi="Corbel" w:cs="DejaVuSans"/>
                <w:sz w:val="24"/>
                <w:szCs w:val="24"/>
              </w:rPr>
              <w:t>instytucjonalnej pracy resocjalizacyjnej z osobami niedostosowanymi społecznie</w:t>
            </w:r>
            <w:r w:rsidR="00D600F6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B1746" w:rsidRPr="009C54AE" w14:paraId="46728D2A" w14:textId="77777777" w:rsidTr="00923D7D">
        <w:tc>
          <w:tcPr>
            <w:tcW w:w="851" w:type="dxa"/>
            <w:vAlign w:val="center"/>
          </w:tcPr>
          <w:p w14:paraId="26F67D32" w14:textId="5B4DD09E" w:rsidR="007B1746" w:rsidRDefault="007B17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2DA07C" w14:textId="53680BF6" w:rsidR="007B1746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porównawczej rozwiązań systemowych dotyczących specyficznych cech i właściwości osób niedost</w:t>
            </w:r>
            <w:r w:rsidR="008E4A09">
              <w:rPr>
                <w:rFonts w:ascii="Corbel" w:hAnsi="Corbel" w:cs="DejaVuSans"/>
                <w:sz w:val="24"/>
                <w:szCs w:val="24"/>
              </w:rPr>
              <w:t>osowanych społecznie przebywających w instytucjach resocjalizacyjnych.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</w:tr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B8224FF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A7E651B" w:rsidR="008741F6" w:rsidRPr="008741F6" w:rsidRDefault="008741F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22B9C6DC" w:rsidR="007E59D5" w:rsidRPr="007E59D5" w:rsidRDefault="008741F6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rozwój</w:t>
            </w:r>
            <w:r w:rsidR="007E59D5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D77">
              <w:rPr>
                <w:rFonts w:ascii="Corbel" w:hAnsi="Corbel"/>
                <w:sz w:val="24"/>
                <w:szCs w:val="24"/>
              </w:rPr>
              <w:t>instytucjonaln</w:t>
            </w:r>
            <w:r w:rsidR="000805CA">
              <w:rPr>
                <w:rFonts w:ascii="Corbel" w:hAnsi="Corbel"/>
                <w:sz w:val="24"/>
                <w:szCs w:val="24"/>
              </w:rPr>
              <w:t>ych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system</w:t>
            </w:r>
            <w:r w:rsidR="000805CA">
              <w:rPr>
                <w:rFonts w:ascii="Corbel" w:hAnsi="Corbel"/>
                <w:sz w:val="24"/>
                <w:szCs w:val="24"/>
              </w:rPr>
              <w:t>ów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resocjalizacji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w Polsce i </w:t>
            </w:r>
            <w:r w:rsidR="000805CA">
              <w:rPr>
                <w:rFonts w:ascii="Corbel" w:hAnsi="Corbel"/>
                <w:sz w:val="24"/>
                <w:szCs w:val="24"/>
              </w:rPr>
              <w:t>na świecie.</w:t>
            </w:r>
          </w:p>
        </w:tc>
        <w:tc>
          <w:tcPr>
            <w:tcW w:w="1873" w:type="dxa"/>
          </w:tcPr>
          <w:p w14:paraId="4B63642A" w14:textId="1525FF1E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70B0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87643EC" w14:textId="49810606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7A667218" w14:textId="77777777" w:rsidTr="004645AD">
        <w:tc>
          <w:tcPr>
            <w:tcW w:w="1701" w:type="dxa"/>
          </w:tcPr>
          <w:p w14:paraId="09DC98A2" w14:textId="77777777" w:rsidR="00681C1C" w:rsidRPr="009C54AE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52487084" w:rsidR="00681C1C" w:rsidRPr="007E59D5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681C1C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681C1C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 polskich i zagranicznych instytucji resocjalizacyjnych</w:t>
            </w:r>
            <w:r w:rsidR="000805CA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8EBA526" w14:textId="7F5EDFA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5B6A1B4" w14:textId="75D0FFB3" w:rsidR="00681C1C" w:rsidRPr="004645AD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27012318" w14:textId="77777777" w:rsidTr="005E6E85">
        <w:tc>
          <w:tcPr>
            <w:tcW w:w="1701" w:type="dxa"/>
          </w:tcPr>
          <w:p w14:paraId="3294D8E9" w14:textId="25A9A898" w:rsidR="00DD65D7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BF4B8C" w14:textId="5BA62F3B" w:rsidR="00DD65D7" w:rsidRPr="00927428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</w:t>
            </w:r>
            <w:r w:rsidR="00DD65D7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 w:cs="DejaVuSans"/>
                <w:sz w:val="24"/>
                <w:szCs w:val="24"/>
              </w:rPr>
              <w:t>analizy i oceny działalności instytucji resocjalizacyjnych funkcjonujących w Polsce i zagranicą.</w:t>
            </w:r>
          </w:p>
        </w:tc>
        <w:tc>
          <w:tcPr>
            <w:tcW w:w="1873" w:type="dxa"/>
            <w:vMerge w:val="restart"/>
          </w:tcPr>
          <w:p w14:paraId="266F5459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FC22B3B" w14:textId="6DEE68F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367E6008" w14:textId="77777777" w:rsidTr="005E6E85">
        <w:tc>
          <w:tcPr>
            <w:tcW w:w="1701" w:type="dxa"/>
          </w:tcPr>
          <w:p w14:paraId="0B324C5F" w14:textId="0DD17A40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A8A192" w14:textId="7E9C81E1" w:rsidR="00DD65D7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 analizy porównawczej rozwiązań systemowych dotyczących specyficznych cech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/>
                <w:sz w:val="24"/>
                <w:szCs w:val="24"/>
              </w:rPr>
              <w:t xml:space="preserve">i właściwości nieletnich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</w:t>
            </w:r>
            <w:r w:rsidR="00DD65D7">
              <w:rPr>
                <w:rFonts w:ascii="Corbel" w:hAnsi="Corbel"/>
                <w:sz w:val="24"/>
                <w:szCs w:val="24"/>
              </w:rPr>
              <w:t>i dorosłych podopiecznych placówek resocjalizacyjnych.</w:t>
            </w:r>
          </w:p>
        </w:tc>
        <w:tc>
          <w:tcPr>
            <w:tcW w:w="1873" w:type="dxa"/>
            <w:vMerge/>
          </w:tcPr>
          <w:p w14:paraId="174B1557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E9D7629" w14:textId="77777777" w:rsidTr="005E6E85">
        <w:tc>
          <w:tcPr>
            <w:tcW w:w="1701" w:type="dxa"/>
          </w:tcPr>
          <w:p w14:paraId="71AC0D15" w14:textId="49D2F81B" w:rsidR="00681C1C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3FBCF9A5" w:rsidR="00681C1C" w:rsidRPr="005C447B" w:rsidRDefault="008741F6" w:rsidP="00874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C447B">
              <w:rPr>
                <w:rFonts w:ascii="Corbel" w:hAnsi="Corbel"/>
                <w:sz w:val="24"/>
                <w:szCs w:val="24"/>
              </w:rPr>
              <w:t>ceni efektywność instytucjonalnej pracy resocjalizacyjnej z osobami niedostosowanymi społecz</w:t>
            </w:r>
            <w:r w:rsidR="00DD65D7">
              <w:rPr>
                <w:rFonts w:ascii="Corbel" w:hAnsi="Corbel"/>
                <w:sz w:val="24"/>
                <w:szCs w:val="24"/>
              </w:rPr>
              <w:t>nie.</w:t>
            </w:r>
          </w:p>
        </w:tc>
        <w:tc>
          <w:tcPr>
            <w:tcW w:w="1873" w:type="dxa"/>
          </w:tcPr>
          <w:p w14:paraId="7C3EE7E0" w14:textId="3630EF20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C447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CDB92D9" w14:textId="6E3DBE25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A10563D" w14:textId="77777777" w:rsidTr="005E6E85">
        <w:tc>
          <w:tcPr>
            <w:tcW w:w="1701" w:type="dxa"/>
          </w:tcPr>
          <w:p w14:paraId="06C33767" w14:textId="411A3549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92C6DAD" w14:textId="65510977" w:rsidR="00681C1C" w:rsidRPr="007E59D5" w:rsidRDefault="008741F6" w:rsidP="00874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47F8">
              <w:rPr>
                <w:rFonts w:ascii="Corbel" w:hAnsi="Corbel"/>
                <w:sz w:val="24"/>
                <w:szCs w:val="24"/>
              </w:rPr>
              <w:t>ceni swoje przygotowanie i predyspozycje w kontekście pracy pedagogicznej w wybranych instytucjach resocjalizacyjnych.</w:t>
            </w:r>
          </w:p>
        </w:tc>
        <w:tc>
          <w:tcPr>
            <w:tcW w:w="1873" w:type="dxa"/>
          </w:tcPr>
          <w:p w14:paraId="592261FD" w14:textId="574ABA54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147F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8784C34" w14:textId="51B4795E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0E4F4D1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90E6EC" w14:textId="77777777" w:rsidR="008741F6" w:rsidRPr="009C54AE" w:rsidRDefault="008741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4475F47" w14:textId="7EC25059" w:rsidR="00021DFF" w:rsidRDefault="0085747A" w:rsidP="004A364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9168EE" w14:textId="77777777" w:rsidR="004A364F" w:rsidRDefault="004A364F" w:rsidP="004A36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364F" w:rsidRPr="009C54AE" w14:paraId="22BABF6E" w14:textId="77777777" w:rsidTr="006F6055">
        <w:tc>
          <w:tcPr>
            <w:tcW w:w="9639" w:type="dxa"/>
          </w:tcPr>
          <w:p w14:paraId="19F68E38" w14:textId="77777777" w:rsidR="004A364F" w:rsidRPr="009C54AE" w:rsidRDefault="004A364F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710C450F" w14:textId="77777777" w:rsidTr="006F6055">
        <w:tc>
          <w:tcPr>
            <w:tcW w:w="9639" w:type="dxa"/>
          </w:tcPr>
          <w:p w14:paraId="714EA491" w14:textId="7B87DF80" w:rsidR="004A364F" w:rsidRPr="009C54AE" w:rsidRDefault="004A364F" w:rsidP="004A364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4A364F" w:rsidRPr="009C54AE" w14:paraId="2F5CD014" w14:textId="77777777" w:rsidTr="006F6055">
        <w:tc>
          <w:tcPr>
            <w:tcW w:w="9639" w:type="dxa"/>
          </w:tcPr>
          <w:p w14:paraId="6BB58FDC" w14:textId="546890E3" w:rsidR="004A364F" w:rsidRPr="005515B6" w:rsidRDefault="004A364F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Teoria „rozwoju dojrzałości interpersonalnej” Sullivana Granta. </w:t>
            </w:r>
            <w:r w:rsidR="005515B6">
              <w:rPr>
                <w:rFonts w:ascii="Corbel" w:hAnsi="Corbel"/>
                <w:sz w:val="24"/>
                <w:szCs w:val="24"/>
              </w:rPr>
              <w:t xml:space="preserve">„Teatr życia codziennego” </w:t>
            </w:r>
            <w:proofErr w:type="spellStart"/>
            <w:r w:rsidR="005515B6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="005515B6">
              <w:rPr>
                <w:rFonts w:ascii="Corbel" w:hAnsi="Corbel"/>
                <w:sz w:val="24"/>
                <w:szCs w:val="24"/>
              </w:rPr>
              <w:t xml:space="preserve">. Koncepcja </w:t>
            </w:r>
            <w:proofErr w:type="spellStart"/>
            <w:r w:rsidR="005515B6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proofErr w:type="spellEnd"/>
            <w:r w:rsidR="005515B6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9C5DB9" w:rsidRPr="009C54AE" w14:paraId="11EF5BFE" w14:textId="77777777" w:rsidTr="006F6055">
        <w:tc>
          <w:tcPr>
            <w:tcW w:w="9639" w:type="dxa"/>
          </w:tcPr>
          <w:p w14:paraId="186C6870" w14:textId="045A8816" w:rsidR="009C5DB9" w:rsidRDefault="009C5DB9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</w:t>
            </w:r>
            <w:r w:rsidR="000805CA">
              <w:rPr>
                <w:rFonts w:ascii="Corbel" w:hAnsi="Corbel"/>
                <w:sz w:val="24"/>
                <w:szCs w:val="24"/>
              </w:rPr>
              <w:t>nieletnich i dorosłych w Polsce – podstawy prawne i organizacyjne polskich instytucji resocjalizacyjnych.</w:t>
            </w:r>
          </w:p>
        </w:tc>
      </w:tr>
      <w:tr w:rsidR="005515B6" w:rsidRPr="009C54AE" w14:paraId="3264622E" w14:textId="77777777" w:rsidTr="006F6055">
        <w:tc>
          <w:tcPr>
            <w:tcW w:w="9639" w:type="dxa"/>
          </w:tcPr>
          <w:p w14:paraId="58E3B35A" w14:textId="388B3F58" w:rsidR="00A64C3D" w:rsidRDefault="00C15CC4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(np.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Wielka Brytania, </w:t>
            </w:r>
            <w:r w:rsidR="00E87186">
              <w:rPr>
                <w:rFonts w:ascii="Corbel" w:hAnsi="Corbel"/>
                <w:sz w:val="24"/>
                <w:szCs w:val="24"/>
              </w:rPr>
              <w:t>Niemcy, kraje skandynawskie, Stany Zjednoczone</w:t>
            </w:r>
            <w:r w:rsidR="00A64C3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64C3D" w:rsidRPr="009C54AE" w14:paraId="141557C5" w14:textId="77777777" w:rsidTr="006F6055">
        <w:tc>
          <w:tcPr>
            <w:tcW w:w="9639" w:type="dxa"/>
          </w:tcPr>
          <w:p w14:paraId="0233B0E1" w14:textId="5B7437DC" w:rsidR="00A64C3D" w:rsidRDefault="00A64C3D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Dysfunkcjonalność instytucjonalnych systemów oddziaływań resocjalizacyjnych. </w:t>
            </w: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 społecznie.</w:t>
            </w:r>
          </w:p>
        </w:tc>
      </w:tr>
      <w:tr w:rsidR="00A64C3D" w:rsidRPr="009C54AE" w14:paraId="4D4EB3A6" w14:textId="77777777" w:rsidTr="006F6055">
        <w:tc>
          <w:tcPr>
            <w:tcW w:w="9639" w:type="dxa"/>
          </w:tcPr>
          <w:p w14:paraId="2F28DA62" w14:textId="52B3F1AD" w:rsidR="00A64C3D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wobec nastoletnich i dorosłych matek i kobiet ciężarnych przebywających w instytucjach resocjalizacyjnych – analiza porównawcza.</w:t>
            </w:r>
          </w:p>
        </w:tc>
      </w:tr>
      <w:tr w:rsidR="0032135B" w:rsidRPr="009C54AE" w14:paraId="0AE686FD" w14:textId="77777777" w:rsidTr="006F6055">
        <w:tc>
          <w:tcPr>
            <w:tcW w:w="9639" w:type="dxa"/>
          </w:tcPr>
          <w:p w14:paraId="51C4EDE0" w14:textId="672F1744" w:rsidR="0032135B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</w:t>
            </w:r>
            <w:r w:rsidR="0056381E">
              <w:rPr>
                <w:rFonts w:ascii="Corbel" w:hAnsi="Corbel"/>
                <w:sz w:val="24"/>
                <w:szCs w:val="24"/>
              </w:rPr>
              <w:t xml:space="preserve">               przebywających w instytucjach resocjalizacyjnych – analiza porównawcza.</w:t>
            </w:r>
            <w:r w:rsidR="00B50E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381E" w:rsidRPr="009C54AE" w14:paraId="7E52E5E6" w14:textId="77777777" w:rsidTr="006F6055">
        <w:tc>
          <w:tcPr>
            <w:tcW w:w="9639" w:type="dxa"/>
          </w:tcPr>
          <w:p w14:paraId="53E11E43" w14:textId="7C49B0E3" w:rsidR="0056381E" w:rsidRDefault="003B392A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 zakresie readaptacji społecznej</w:t>
            </w:r>
            <w:r w:rsidR="00B07402">
              <w:rPr>
                <w:rFonts w:ascii="Corbel" w:hAnsi="Corbel"/>
                <w:sz w:val="24"/>
                <w:szCs w:val="24"/>
              </w:rPr>
              <w:t>, opieki i pomocy udzielanej nieletnim i dorosłym opuszczającym placówki resocjalizacyjne – analiza porównawcza.</w:t>
            </w:r>
          </w:p>
        </w:tc>
      </w:tr>
    </w:tbl>
    <w:p w14:paraId="692B5084" w14:textId="77777777" w:rsidR="004A364F" w:rsidRPr="004A364F" w:rsidRDefault="004A364F" w:rsidP="004A364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061DD0B7" w14:textId="77777777" w:rsidTr="007B1746">
        <w:trPr>
          <w:trHeight w:val="2515"/>
        </w:trPr>
        <w:tc>
          <w:tcPr>
            <w:tcW w:w="9639" w:type="dxa"/>
          </w:tcPr>
          <w:p w14:paraId="643E096D" w14:textId="38B34D31" w:rsidR="004A364F" w:rsidRDefault="007B1746" w:rsidP="007B174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s</w:t>
            </w:r>
            <w:r w:rsidR="00B07402">
              <w:rPr>
                <w:rFonts w:ascii="Corbel" w:hAnsi="Corbel"/>
                <w:sz w:val="24"/>
                <w:szCs w:val="24"/>
              </w:rPr>
              <w:t>ystem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B07402">
              <w:rPr>
                <w:rFonts w:ascii="Corbel" w:hAnsi="Corbel"/>
                <w:sz w:val="24"/>
                <w:szCs w:val="24"/>
              </w:rPr>
              <w:t xml:space="preserve"> resocjalizacji nieletnich w wybranych krajach europejskich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</w:t>
            </w:r>
            <w:r w:rsidR="00B07402">
              <w:rPr>
                <w:rFonts w:ascii="Corbel" w:hAnsi="Corbel"/>
                <w:sz w:val="24"/>
                <w:szCs w:val="24"/>
              </w:rPr>
              <w:t>i pozaeuropejskich:</w:t>
            </w:r>
          </w:p>
          <w:p w14:paraId="6BC324B3" w14:textId="5D45160C" w:rsidR="00B07402" w:rsidRDefault="00B07402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Wielka Brytania,</w:t>
            </w:r>
          </w:p>
          <w:p w14:paraId="7A4E2351" w14:textId="2415FF6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Niemcy;</w:t>
            </w:r>
          </w:p>
          <w:p w14:paraId="7AF4F533" w14:textId="26388607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Francja;</w:t>
            </w:r>
          </w:p>
          <w:p w14:paraId="617A7F40" w14:textId="3EE9CC1A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kraje skandynawskie (Dania, Norwegia, Finlandia, Szwecja);</w:t>
            </w:r>
          </w:p>
          <w:p w14:paraId="2A47D451" w14:textId="69A9252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Czechy, Węgry, Słowenia, Litwa;</w:t>
            </w:r>
          </w:p>
          <w:p w14:paraId="44121E36" w14:textId="525EF560" w:rsidR="00B07402" w:rsidRPr="00494061" w:rsidRDefault="00494061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Stany Zjednoczone i Kanada.</w:t>
            </w:r>
          </w:p>
        </w:tc>
      </w:tr>
      <w:bookmarkEnd w:id="0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FA39A" w14:textId="328FB8D1" w:rsidR="00C534A2" w:rsidRDefault="00C534A2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problemowy.</w:t>
      </w:r>
    </w:p>
    <w:p w14:paraId="5A8E235B" w14:textId="1C06F4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9C5DB9">
        <w:rPr>
          <w:rFonts w:ascii="Corbel" w:hAnsi="Corbel"/>
          <w:b w:val="0"/>
          <w:smallCaps w:val="0"/>
          <w:szCs w:val="24"/>
        </w:rPr>
        <w:t>, metoda projektów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34ADF74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00A71CD7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E307D9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F944D8B" w14:textId="5550DA85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E6B25F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, </w:t>
            </w:r>
            <w:r w:rsidR="00E307D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BFD7F8" w14:textId="165B8B0E" w:rsidR="00C542A5" w:rsidRPr="009C54AE" w:rsidRDefault="00C534A2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46A9DC20" w:rsidR="00C542A5" w:rsidRDefault="00E307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4639BF9D" w14:textId="1220F67E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26FCEFAD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3115DEA7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6595A367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400475F6" w14:textId="77777777" w:rsidR="003D2B9B" w:rsidRPr="00C32CF0" w:rsidRDefault="003D2B9B" w:rsidP="003D2B9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062E4459" w14:textId="77777777" w:rsidR="003D2B9B" w:rsidRPr="00C32CF0" w:rsidRDefault="003D2B9B" w:rsidP="003D2B9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praca projektowa i jej prezentacja</w:t>
            </w: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3800C5FA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formalne (m.in. struktura pracy, podział zagadnień, poprawność językowa, opracowanie graficzne, edycja tekstu) – maksymalnie 3 pkt.</w:t>
            </w:r>
          </w:p>
          <w:p w14:paraId="10B7D1C7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76F77D7B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0F95CEBF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012940FE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26AF0E51" w14:textId="77777777" w:rsidR="003D2B9B" w:rsidRPr="00C32CF0" w:rsidRDefault="003D2B9B" w:rsidP="003D2B9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projektów badawczych, w trakcie dyskusji)</w:t>
            </w:r>
          </w:p>
          <w:p w14:paraId="12BBA2A9" w14:textId="7D3A48B6" w:rsidR="0085747A" w:rsidRPr="009C54AE" w:rsidRDefault="0085747A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6BFCA94B" w:rsidR="0085747A" w:rsidRPr="009C54AE" w:rsidRDefault="00C61DC5" w:rsidP="001045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4FF23BF9" w:rsidR="0085747A" w:rsidRPr="009C54AE" w:rsidRDefault="002857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1E2193B9" w:rsidR="00A86535" w:rsidRPr="009C54AE" w:rsidRDefault="00DD4D09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2CA6FF8D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741F6">
              <w:rPr>
                <w:rFonts w:ascii="Corbel" w:hAnsi="Corbel"/>
                <w:sz w:val="24"/>
                <w:szCs w:val="24"/>
              </w:rPr>
              <w:t>:</w:t>
            </w:r>
          </w:p>
          <w:p w14:paraId="286EA8F3" w14:textId="77777777" w:rsidR="008741F6" w:rsidRDefault="00384B39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2A8C737" w14:textId="77777777" w:rsidR="008741F6" w:rsidRDefault="00384B39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0A526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B019741" w14:textId="093EA35A" w:rsidR="008741F6" w:rsidRPr="008741F6" w:rsidRDefault="000A526E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8741F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76B9F7F1" w14:textId="782A4CD9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7C2C8D" w14:textId="77777777" w:rsidR="008741F6" w:rsidRDefault="008741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6537DC" w14:textId="6EDBF1D1" w:rsidR="008741F6" w:rsidRDefault="007E119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D190450" w14:textId="09C4D2AD" w:rsidR="008741F6" w:rsidRDefault="007E1199" w:rsidP="007E11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37149239" w14:textId="1A34560E" w:rsidR="008741F6" w:rsidRPr="009C54AE" w:rsidRDefault="008741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D4D0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519DFB3E" w:rsidR="0085747A" w:rsidRPr="009C54AE" w:rsidRDefault="007E119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93EC9F8" w:rsidR="0085747A" w:rsidRPr="009C54AE" w:rsidRDefault="007E119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3D01014" w14:textId="77777777" w:rsidTr="0071620A">
        <w:trPr>
          <w:trHeight w:val="397"/>
        </w:trPr>
        <w:tc>
          <w:tcPr>
            <w:tcW w:w="7513" w:type="dxa"/>
          </w:tcPr>
          <w:p w14:paraId="51EBC921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58A7872" w14:textId="1C3B8E26" w:rsidR="004F623E" w:rsidRPr="00C32AB0" w:rsidRDefault="004F623E" w:rsidP="004F62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1C3C7F96" w14:textId="77777777" w:rsidR="00D2744B" w:rsidRDefault="00BB774C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31C1AA5A" w14:textId="0FCCE13A" w:rsidR="00BB774C" w:rsidRDefault="00BB774C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Barczykowska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Dzierżyńska-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  <w:p w14:paraId="3B71B240" w14:textId="71E893C9" w:rsidR="00E307D9" w:rsidRPr="00E307D9" w:rsidRDefault="00E307D9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25023B" w14:textId="77777777" w:rsidTr="0071620A">
        <w:trPr>
          <w:trHeight w:val="397"/>
        </w:trPr>
        <w:tc>
          <w:tcPr>
            <w:tcW w:w="7513" w:type="dxa"/>
          </w:tcPr>
          <w:p w14:paraId="3005860A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027A7A2A" w14:textId="77777777" w:rsidR="003D2B9B" w:rsidRDefault="003D2B9B" w:rsidP="003D2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2FAD3F5A" w14:textId="77777777" w:rsidR="003D2B9B" w:rsidRDefault="003D2B9B" w:rsidP="003D2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05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642BFA" w14:textId="77777777" w:rsidR="003D2B9B" w:rsidRDefault="003D2B9B" w:rsidP="003D2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31F7DCDB" w14:textId="77777777" w:rsidR="003D2B9B" w:rsidRDefault="003D2B9B" w:rsidP="003D2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1A7CAB03" w14:textId="4F18CD0D" w:rsidR="003D2B9B" w:rsidRDefault="003D2B9B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E698A0A" w14:textId="76F3A982" w:rsidR="00E307D9" w:rsidRDefault="00E307D9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Ambrozik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resocjalizacyjna. W stronę uspołecznienia systemu oddziaływań</w:t>
            </w:r>
            <w:r w:rsidR="00FA0164">
              <w:rPr>
                <w:rFonts w:ascii="Corbel" w:hAnsi="Corbel"/>
                <w:b w:val="0"/>
                <w:smallCaps w:val="0"/>
                <w:szCs w:val="24"/>
              </w:rPr>
              <w:t>, IMPULS 2016.</w:t>
            </w:r>
          </w:p>
          <w:p w14:paraId="475B9499" w14:textId="7EE340B2" w:rsidR="00E97648" w:rsidRDefault="00E97648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Kwieciński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Postępowanie z wybranymi grupami skazanych                             w polskim systemie penitencjarnym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  <w:p w14:paraId="0FA9DDFA" w14:textId="45EA44BB" w:rsidR="00391A3F" w:rsidRDefault="004F623E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Sikora A.,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Sytuacja prawna, społeczna i wychowawcza nieletnich ciężarnych</w:t>
            </w:r>
            <w:r w:rsidR="00391A3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i nieletnich matek przebywających w placówkach resocjalizacyjnych. Raport z realizacji projektu „Chcę być z Tobą Mamo!”</w:t>
            </w:r>
            <w:r w:rsidR="00391A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91A3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391A3F" w:rsidRPr="00391A3F"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  <w:p w14:paraId="518AAD3E" w14:textId="58498FDA" w:rsidR="00D2744B" w:rsidRPr="00734416" w:rsidRDefault="00391A3F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Soł</w:t>
            </w:r>
            <w:r w:rsidR="00B97870" w:rsidRPr="00384B39">
              <w:rPr>
                <w:rFonts w:ascii="Corbel" w:hAnsi="Corbel"/>
                <w:b w:val="0"/>
                <w:smallCaps w:val="0"/>
                <w:szCs w:val="24"/>
              </w:rPr>
              <w:t>tysiak T., Latoś A. (red</w:t>
            </w:r>
            <w:r w:rsidR="00B97870"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="00B97870"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 w:rsidR="00B9787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="00B97870"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="00B97870"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46DD9" w14:textId="77777777" w:rsidR="00FB6188" w:rsidRDefault="00FB6188" w:rsidP="00C16ABF">
      <w:pPr>
        <w:spacing w:after="0" w:line="240" w:lineRule="auto"/>
      </w:pPr>
      <w:r>
        <w:separator/>
      </w:r>
    </w:p>
  </w:endnote>
  <w:endnote w:type="continuationSeparator" w:id="0">
    <w:p w14:paraId="2EE366D1" w14:textId="77777777" w:rsidR="00FB6188" w:rsidRDefault="00FB61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94069" w14:textId="77777777" w:rsidR="00FB6188" w:rsidRDefault="00FB6188" w:rsidP="00C16ABF">
      <w:pPr>
        <w:spacing w:after="0" w:line="240" w:lineRule="auto"/>
      </w:pPr>
      <w:r>
        <w:separator/>
      </w:r>
    </w:p>
  </w:footnote>
  <w:footnote w:type="continuationSeparator" w:id="0">
    <w:p w14:paraId="6F27FC9D" w14:textId="77777777" w:rsidR="00FB6188" w:rsidRDefault="00FB6188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2DB7"/>
    <w:multiLevelType w:val="hybridMultilevel"/>
    <w:tmpl w:val="1A56979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66159E"/>
    <w:multiLevelType w:val="hybridMultilevel"/>
    <w:tmpl w:val="05748DC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FF"/>
    <w:rsid w:val="00022ECE"/>
    <w:rsid w:val="00030D28"/>
    <w:rsid w:val="00042A51"/>
    <w:rsid w:val="00042D2E"/>
    <w:rsid w:val="00044C82"/>
    <w:rsid w:val="00070ED6"/>
    <w:rsid w:val="000742DC"/>
    <w:rsid w:val="000805CA"/>
    <w:rsid w:val="00084C12"/>
    <w:rsid w:val="00090ED7"/>
    <w:rsid w:val="0009462C"/>
    <w:rsid w:val="00094B12"/>
    <w:rsid w:val="00096C46"/>
    <w:rsid w:val="000A296F"/>
    <w:rsid w:val="000A2A28"/>
    <w:rsid w:val="000A526E"/>
    <w:rsid w:val="000B192D"/>
    <w:rsid w:val="000B28EE"/>
    <w:rsid w:val="000B3376"/>
    <w:rsid w:val="000B3E37"/>
    <w:rsid w:val="000D04B0"/>
    <w:rsid w:val="000E184B"/>
    <w:rsid w:val="000F1C57"/>
    <w:rsid w:val="000F5615"/>
    <w:rsid w:val="00104508"/>
    <w:rsid w:val="00107BD0"/>
    <w:rsid w:val="00124BFF"/>
    <w:rsid w:val="0012560E"/>
    <w:rsid w:val="00127108"/>
    <w:rsid w:val="00134B13"/>
    <w:rsid w:val="00135249"/>
    <w:rsid w:val="00146BC0"/>
    <w:rsid w:val="00153C41"/>
    <w:rsid w:val="00154381"/>
    <w:rsid w:val="001640A7"/>
    <w:rsid w:val="00164ACE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52EA"/>
    <w:rsid w:val="0022347B"/>
    <w:rsid w:val="0022477D"/>
    <w:rsid w:val="002278A9"/>
    <w:rsid w:val="002336F9"/>
    <w:rsid w:val="0024028F"/>
    <w:rsid w:val="00244ABC"/>
    <w:rsid w:val="00277119"/>
    <w:rsid w:val="00281FF2"/>
    <w:rsid w:val="0028572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E49F5"/>
    <w:rsid w:val="002F02A3"/>
    <w:rsid w:val="002F4ABE"/>
    <w:rsid w:val="003018BA"/>
    <w:rsid w:val="0030395F"/>
    <w:rsid w:val="00305C92"/>
    <w:rsid w:val="0031411C"/>
    <w:rsid w:val="003151C5"/>
    <w:rsid w:val="0032135B"/>
    <w:rsid w:val="00324DEC"/>
    <w:rsid w:val="0033085E"/>
    <w:rsid w:val="003343CF"/>
    <w:rsid w:val="00346FE9"/>
    <w:rsid w:val="0034759A"/>
    <w:rsid w:val="003503F6"/>
    <w:rsid w:val="00350DA1"/>
    <w:rsid w:val="003530DD"/>
    <w:rsid w:val="00363F78"/>
    <w:rsid w:val="00384B39"/>
    <w:rsid w:val="00391A3F"/>
    <w:rsid w:val="003A0A5B"/>
    <w:rsid w:val="003A1176"/>
    <w:rsid w:val="003B1B90"/>
    <w:rsid w:val="003B392A"/>
    <w:rsid w:val="003C0BAE"/>
    <w:rsid w:val="003C531D"/>
    <w:rsid w:val="003D18A9"/>
    <w:rsid w:val="003D1A34"/>
    <w:rsid w:val="003D2B9B"/>
    <w:rsid w:val="003D6CE2"/>
    <w:rsid w:val="003E1941"/>
    <w:rsid w:val="003E2FE6"/>
    <w:rsid w:val="003E49D5"/>
    <w:rsid w:val="003F38C0"/>
    <w:rsid w:val="004147F8"/>
    <w:rsid w:val="00414E3C"/>
    <w:rsid w:val="0042244A"/>
    <w:rsid w:val="0042745A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398C"/>
    <w:rsid w:val="0047598D"/>
    <w:rsid w:val="004840FD"/>
    <w:rsid w:val="00490F7D"/>
    <w:rsid w:val="00491678"/>
    <w:rsid w:val="00494061"/>
    <w:rsid w:val="004968E2"/>
    <w:rsid w:val="004A364F"/>
    <w:rsid w:val="004A3EEA"/>
    <w:rsid w:val="004A4D1F"/>
    <w:rsid w:val="004B2367"/>
    <w:rsid w:val="004D5282"/>
    <w:rsid w:val="004F008D"/>
    <w:rsid w:val="004F0EC6"/>
    <w:rsid w:val="004F1551"/>
    <w:rsid w:val="004F55A3"/>
    <w:rsid w:val="004F623E"/>
    <w:rsid w:val="0050496F"/>
    <w:rsid w:val="00513B6F"/>
    <w:rsid w:val="0051589B"/>
    <w:rsid w:val="00517C63"/>
    <w:rsid w:val="00526C94"/>
    <w:rsid w:val="005343E7"/>
    <w:rsid w:val="005363C4"/>
    <w:rsid w:val="00536BDE"/>
    <w:rsid w:val="005407A8"/>
    <w:rsid w:val="00543ACC"/>
    <w:rsid w:val="005515B6"/>
    <w:rsid w:val="0056381E"/>
    <w:rsid w:val="0056696D"/>
    <w:rsid w:val="00573EF9"/>
    <w:rsid w:val="0059484D"/>
    <w:rsid w:val="005A0855"/>
    <w:rsid w:val="005A3196"/>
    <w:rsid w:val="005B13F5"/>
    <w:rsid w:val="005C080F"/>
    <w:rsid w:val="005C3F11"/>
    <w:rsid w:val="005C447B"/>
    <w:rsid w:val="005C55E5"/>
    <w:rsid w:val="005C696A"/>
    <w:rsid w:val="005E6E85"/>
    <w:rsid w:val="005F31D2"/>
    <w:rsid w:val="00603B38"/>
    <w:rsid w:val="0061029B"/>
    <w:rsid w:val="00614613"/>
    <w:rsid w:val="00617230"/>
    <w:rsid w:val="00621CE1"/>
    <w:rsid w:val="00627FC9"/>
    <w:rsid w:val="00647FA8"/>
    <w:rsid w:val="00650C5F"/>
    <w:rsid w:val="00654934"/>
    <w:rsid w:val="00654EF8"/>
    <w:rsid w:val="006620D9"/>
    <w:rsid w:val="00671958"/>
    <w:rsid w:val="00675843"/>
    <w:rsid w:val="00681C1C"/>
    <w:rsid w:val="00696477"/>
    <w:rsid w:val="006A3FA7"/>
    <w:rsid w:val="006B6BDB"/>
    <w:rsid w:val="006D050F"/>
    <w:rsid w:val="006D6139"/>
    <w:rsid w:val="006D7D05"/>
    <w:rsid w:val="006E5D65"/>
    <w:rsid w:val="006F1282"/>
    <w:rsid w:val="006F1FBC"/>
    <w:rsid w:val="006F31E2"/>
    <w:rsid w:val="00703FE3"/>
    <w:rsid w:val="00706544"/>
    <w:rsid w:val="007072BA"/>
    <w:rsid w:val="0071620A"/>
    <w:rsid w:val="00724677"/>
    <w:rsid w:val="00725459"/>
    <w:rsid w:val="007327BD"/>
    <w:rsid w:val="00734416"/>
    <w:rsid w:val="00734608"/>
    <w:rsid w:val="00745302"/>
    <w:rsid w:val="007461D6"/>
    <w:rsid w:val="00746EC8"/>
    <w:rsid w:val="007535D4"/>
    <w:rsid w:val="00763BF1"/>
    <w:rsid w:val="00766FD4"/>
    <w:rsid w:val="00770B01"/>
    <w:rsid w:val="0078168C"/>
    <w:rsid w:val="00787C2A"/>
    <w:rsid w:val="00790E27"/>
    <w:rsid w:val="007A4022"/>
    <w:rsid w:val="007A6E6E"/>
    <w:rsid w:val="007B1746"/>
    <w:rsid w:val="007C2186"/>
    <w:rsid w:val="007C3299"/>
    <w:rsid w:val="007C3BCC"/>
    <w:rsid w:val="007C4546"/>
    <w:rsid w:val="007D6E56"/>
    <w:rsid w:val="007E1199"/>
    <w:rsid w:val="007E59D5"/>
    <w:rsid w:val="007F1652"/>
    <w:rsid w:val="007F2A5E"/>
    <w:rsid w:val="007F4155"/>
    <w:rsid w:val="0081554D"/>
    <w:rsid w:val="0081707E"/>
    <w:rsid w:val="008349EF"/>
    <w:rsid w:val="008449B3"/>
    <w:rsid w:val="0085747A"/>
    <w:rsid w:val="00860CAF"/>
    <w:rsid w:val="008741F6"/>
    <w:rsid w:val="00884922"/>
    <w:rsid w:val="00885F64"/>
    <w:rsid w:val="008917F9"/>
    <w:rsid w:val="008935E2"/>
    <w:rsid w:val="008A45F7"/>
    <w:rsid w:val="008C0CC0"/>
    <w:rsid w:val="008C19A9"/>
    <w:rsid w:val="008C379D"/>
    <w:rsid w:val="008C5147"/>
    <w:rsid w:val="008C5359"/>
    <w:rsid w:val="008C5363"/>
    <w:rsid w:val="008D3DFB"/>
    <w:rsid w:val="008E4A09"/>
    <w:rsid w:val="008E64F4"/>
    <w:rsid w:val="008F12C9"/>
    <w:rsid w:val="008F6E29"/>
    <w:rsid w:val="00901EE2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5985"/>
    <w:rsid w:val="009C5DB9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64C3D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402"/>
    <w:rsid w:val="00B135B1"/>
    <w:rsid w:val="00B3130B"/>
    <w:rsid w:val="00B32A11"/>
    <w:rsid w:val="00B40ADB"/>
    <w:rsid w:val="00B43B77"/>
    <w:rsid w:val="00B43E80"/>
    <w:rsid w:val="00B50E21"/>
    <w:rsid w:val="00B607DB"/>
    <w:rsid w:val="00B66529"/>
    <w:rsid w:val="00B75946"/>
    <w:rsid w:val="00B8056E"/>
    <w:rsid w:val="00B819C8"/>
    <w:rsid w:val="00B82308"/>
    <w:rsid w:val="00B87605"/>
    <w:rsid w:val="00B90885"/>
    <w:rsid w:val="00B97870"/>
    <w:rsid w:val="00BA324E"/>
    <w:rsid w:val="00BB520A"/>
    <w:rsid w:val="00BB6D77"/>
    <w:rsid w:val="00BB774C"/>
    <w:rsid w:val="00BD3869"/>
    <w:rsid w:val="00BD66E9"/>
    <w:rsid w:val="00BD6FF4"/>
    <w:rsid w:val="00BE45B3"/>
    <w:rsid w:val="00BF2340"/>
    <w:rsid w:val="00BF2C41"/>
    <w:rsid w:val="00C058B4"/>
    <w:rsid w:val="00C05F44"/>
    <w:rsid w:val="00C131B5"/>
    <w:rsid w:val="00C15CC4"/>
    <w:rsid w:val="00C16ABF"/>
    <w:rsid w:val="00C170AE"/>
    <w:rsid w:val="00C26CB7"/>
    <w:rsid w:val="00C324C1"/>
    <w:rsid w:val="00C32AB0"/>
    <w:rsid w:val="00C36992"/>
    <w:rsid w:val="00C509B5"/>
    <w:rsid w:val="00C534A2"/>
    <w:rsid w:val="00C542A5"/>
    <w:rsid w:val="00C56036"/>
    <w:rsid w:val="00C61DC5"/>
    <w:rsid w:val="00C67E92"/>
    <w:rsid w:val="00C70A26"/>
    <w:rsid w:val="00C766DF"/>
    <w:rsid w:val="00C8127F"/>
    <w:rsid w:val="00C94B98"/>
    <w:rsid w:val="00CA2B96"/>
    <w:rsid w:val="00CA5089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76C7"/>
    <w:rsid w:val="00D552B2"/>
    <w:rsid w:val="00D600F6"/>
    <w:rsid w:val="00D608D1"/>
    <w:rsid w:val="00D74119"/>
    <w:rsid w:val="00D77A15"/>
    <w:rsid w:val="00D8075B"/>
    <w:rsid w:val="00D8678B"/>
    <w:rsid w:val="00DA02C0"/>
    <w:rsid w:val="00DA2114"/>
    <w:rsid w:val="00DD4D09"/>
    <w:rsid w:val="00DD65D7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307D9"/>
    <w:rsid w:val="00E370D1"/>
    <w:rsid w:val="00E51E44"/>
    <w:rsid w:val="00E63348"/>
    <w:rsid w:val="00E73C52"/>
    <w:rsid w:val="00E77E88"/>
    <w:rsid w:val="00E8107D"/>
    <w:rsid w:val="00E87186"/>
    <w:rsid w:val="00E960BB"/>
    <w:rsid w:val="00E97648"/>
    <w:rsid w:val="00EA2074"/>
    <w:rsid w:val="00EA4832"/>
    <w:rsid w:val="00EA4E9D"/>
    <w:rsid w:val="00EC0ABC"/>
    <w:rsid w:val="00EC4899"/>
    <w:rsid w:val="00ED03AB"/>
    <w:rsid w:val="00ED32D2"/>
    <w:rsid w:val="00EE32DE"/>
    <w:rsid w:val="00EE5457"/>
    <w:rsid w:val="00EE754E"/>
    <w:rsid w:val="00F070AB"/>
    <w:rsid w:val="00F17567"/>
    <w:rsid w:val="00F2181D"/>
    <w:rsid w:val="00F27A7B"/>
    <w:rsid w:val="00F36F20"/>
    <w:rsid w:val="00F526AF"/>
    <w:rsid w:val="00F617C3"/>
    <w:rsid w:val="00F7066B"/>
    <w:rsid w:val="00F83B28"/>
    <w:rsid w:val="00F934DF"/>
    <w:rsid w:val="00FA0164"/>
    <w:rsid w:val="00FA46E5"/>
    <w:rsid w:val="00FB2D2B"/>
    <w:rsid w:val="00FB6188"/>
    <w:rsid w:val="00FB7DBA"/>
    <w:rsid w:val="00FC1C25"/>
    <w:rsid w:val="00FC3F45"/>
    <w:rsid w:val="00FC5BB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FE350-BAA4-4C20-BD29-A0063C77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641</TotalTime>
  <Pages>5</Pages>
  <Words>1226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28</cp:revision>
  <cp:lastPrinted>2019-02-06T12:12:00Z</cp:lastPrinted>
  <dcterms:created xsi:type="dcterms:W3CDTF">2019-10-29T14:10:00Z</dcterms:created>
  <dcterms:modified xsi:type="dcterms:W3CDTF">2024-09-19T20:14:00Z</dcterms:modified>
</cp:coreProperties>
</file>